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E090A" w14:textId="48FEBFBC" w:rsidR="009F57C6" w:rsidRDefault="0097630E" w:rsidP="00737B95">
      <w:pPr>
        <w:pStyle w:val="Heading1"/>
      </w:pPr>
      <w:bookmarkStart w:id="0" w:name="_GoBack"/>
      <w:bookmarkEnd w:id="0"/>
      <w:r>
        <w:t>Reasons Why Emotional Intelligence is Vital for Leaders</w:t>
      </w:r>
    </w:p>
    <w:p w14:paraId="700E696F" w14:textId="1F2B1455" w:rsidR="00737B95" w:rsidRDefault="00737B95" w:rsidP="00737B95"/>
    <w:p w14:paraId="52B7BC39" w14:textId="092C3C5F" w:rsidR="00A85D57" w:rsidRDefault="0097630E" w:rsidP="00737B95">
      <w:r>
        <w:t xml:space="preserve">Emotional intelligence is </w:t>
      </w:r>
      <w:r w:rsidR="00954DF9">
        <w:t>defined</w:t>
      </w:r>
      <w:r>
        <w:t xml:space="preserve"> by the ability to understand and manage your emotions and the emotions of those around you. </w:t>
      </w:r>
      <w:r w:rsidR="00A8000F">
        <w:t>This particular quality provides you with a variety of skills</w:t>
      </w:r>
      <w:r w:rsidR="00B35267">
        <w:t xml:space="preserve"> like the ability to maintain relationships, influence and inspire others, and how to navigate social networks. </w:t>
      </w:r>
      <w:r w:rsidR="00EB5BF7">
        <w:t xml:space="preserve">To become an effective </w:t>
      </w:r>
      <w:r w:rsidR="00954DF9">
        <w:t>leader,</w:t>
      </w:r>
      <w:r w:rsidR="00EB5BF7">
        <w:t xml:space="preserve"> you need to have a high level of emotional intelligence. </w:t>
      </w:r>
      <w:r w:rsidR="00954DF9">
        <w:t>Here are some of the most essential reasons why emotional information is vital for leaders.</w:t>
      </w:r>
    </w:p>
    <w:p w14:paraId="0114C7E8" w14:textId="1545B606" w:rsidR="00954DF9" w:rsidRDefault="00954DF9" w:rsidP="00737B95"/>
    <w:p w14:paraId="2E64B423" w14:textId="347832A5" w:rsidR="00954DF9" w:rsidRDefault="0097630E" w:rsidP="00737B95">
      <w:pPr>
        <w:rPr>
          <w:b/>
          <w:bCs/>
        </w:rPr>
      </w:pPr>
      <w:r>
        <w:rPr>
          <w:b/>
          <w:bCs/>
        </w:rPr>
        <w:t>Self-Awareness</w:t>
      </w:r>
    </w:p>
    <w:p w14:paraId="023BC534" w14:textId="363E6AD2" w:rsidR="00954DF9" w:rsidRDefault="0097630E" w:rsidP="00737B95">
      <w:r>
        <w:t xml:space="preserve">Great and useful leaders that have high emotional </w:t>
      </w:r>
      <w:r>
        <w:t xml:space="preserve">intelligence are that they are </w:t>
      </w:r>
      <w:r w:rsidR="002C6C49">
        <w:t>self-aware,</w:t>
      </w:r>
      <w:r>
        <w:t xml:space="preserve"> and they can recognize emotions as they happen. </w:t>
      </w:r>
      <w:r w:rsidR="002C6C49">
        <w:t xml:space="preserve">This is an incredibly vital skill if you want to be a great leader because it can help you obtain a clear understanding of your particular strengths and weaknesses. When you have </w:t>
      </w:r>
      <w:r w:rsidR="00406BAB">
        <w:t xml:space="preserve">self-awareness, you are better able to perceive emotions as they arise in response to an action or situation. </w:t>
      </w:r>
    </w:p>
    <w:p w14:paraId="122F1985" w14:textId="33F2C375" w:rsidR="00406BAB" w:rsidRDefault="00406BAB" w:rsidP="00737B95"/>
    <w:p w14:paraId="03412591" w14:textId="1AB8EBBB" w:rsidR="00406BAB" w:rsidRPr="00406BAB" w:rsidRDefault="0097630E" w:rsidP="00737B95">
      <w:pPr>
        <w:rPr>
          <w:b/>
          <w:bCs/>
        </w:rPr>
      </w:pPr>
      <w:r>
        <w:rPr>
          <w:b/>
          <w:bCs/>
        </w:rPr>
        <w:t>Emotional Management</w:t>
      </w:r>
    </w:p>
    <w:p w14:paraId="51191676" w14:textId="45380F6F" w:rsidR="00406BAB" w:rsidRDefault="0097630E">
      <w:r>
        <w:t>Having high emotional intelligence means that you are able to manage your emotions</w:t>
      </w:r>
      <w:r w:rsidR="00735456">
        <w:t xml:space="preserve"> and stay in control effectively. When you can manage your feelings, you are unlikely to rush headlong into decisions or let anger take over your behavior. </w:t>
      </w:r>
      <w:r w:rsidR="00150485">
        <w:t xml:space="preserve">To be an effective leader, you have to be able to keep your emotions in check. </w:t>
      </w:r>
    </w:p>
    <w:p w14:paraId="12B4FE74" w14:textId="4492558C" w:rsidR="00AD77E8" w:rsidRDefault="00AD77E8"/>
    <w:p w14:paraId="3CE8B88C" w14:textId="565A23E8" w:rsidR="00AD77E8" w:rsidRDefault="0097630E">
      <w:pPr>
        <w:rPr>
          <w:b/>
          <w:bCs/>
        </w:rPr>
      </w:pPr>
      <w:r>
        <w:rPr>
          <w:b/>
          <w:bCs/>
        </w:rPr>
        <w:t>Effective Communication</w:t>
      </w:r>
    </w:p>
    <w:p w14:paraId="5B206EAB" w14:textId="6CE62624" w:rsidR="00AD77E8" w:rsidRDefault="0097630E">
      <w:r>
        <w:t>If you aren't effectiv</w:t>
      </w:r>
      <w:r>
        <w:t xml:space="preserve">e at communicating, you'll be unable to clearly express your thoughts, which is an essential aspect of leadership. </w:t>
      </w:r>
      <w:r w:rsidR="007057AC">
        <w:t xml:space="preserve">When you have high emotional intelligence, you can clearly convey directions and know what needs to be said to inspire and motivate your employees. Communication is an essential skill that all leaders need to have </w:t>
      </w:r>
      <w:r w:rsidR="00FB56FB">
        <w:t xml:space="preserve">because it can be the deciding factor in whether or not your team listens. </w:t>
      </w:r>
    </w:p>
    <w:p w14:paraId="5452280A" w14:textId="6ED6F64D" w:rsidR="00FB56FB" w:rsidRDefault="00FB56FB"/>
    <w:p w14:paraId="47B3CCAD" w14:textId="34E80BFD" w:rsidR="00FB56FB" w:rsidRDefault="0097630E">
      <w:pPr>
        <w:rPr>
          <w:b/>
          <w:bCs/>
        </w:rPr>
      </w:pPr>
      <w:r>
        <w:rPr>
          <w:b/>
          <w:bCs/>
        </w:rPr>
        <w:t>Social Awareness</w:t>
      </w:r>
    </w:p>
    <w:p w14:paraId="4520CB84" w14:textId="6F62FB79" w:rsidR="00C36029" w:rsidRDefault="0097630E">
      <w:r>
        <w:t xml:space="preserve">Leaders that have high levels of emotional intelligence are well tuned into the emotions </w:t>
      </w:r>
      <w:r>
        <w:t xml:space="preserve">of others and are able to pick up on what is happening around them effectively. They can sympathize with others </w:t>
      </w:r>
      <w:r w:rsidR="00262101">
        <w:t xml:space="preserve">and providing helpful feedback. Leaders who are looking to inspire and motivate their employees </w:t>
      </w:r>
      <w:r w:rsidR="005410F0">
        <w:t xml:space="preserve">having social awareness is a critical skill. </w:t>
      </w:r>
      <w:r w:rsidR="00253F8A">
        <w:t xml:space="preserve">If, as a leader, you are unable to </w:t>
      </w:r>
      <w:r w:rsidR="00253F8A">
        <w:lastRenderedPageBreak/>
        <w:t>empathize with your employees, you will find it challenging to obtain the respect and loyalty of your employees.</w:t>
      </w:r>
    </w:p>
    <w:p w14:paraId="435637AF" w14:textId="5DA30F9C" w:rsidR="00253F8A" w:rsidRDefault="00253F8A"/>
    <w:p w14:paraId="539AC81C" w14:textId="7CC67D56" w:rsidR="00253F8A" w:rsidRDefault="0097630E">
      <w:pPr>
        <w:rPr>
          <w:b/>
          <w:bCs/>
        </w:rPr>
      </w:pPr>
      <w:r>
        <w:rPr>
          <w:b/>
          <w:bCs/>
        </w:rPr>
        <w:t>Conflict Resolution</w:t>
      </w:r>
    </w:p>
    <w:p w14:paraId="65C33FB4" w14:textId="2985FED9" w:rsidR="00253F8A" w:rsidRDefault="0097630E">
      <w:r>
        <w:t>In every workplace, there is always the risk that conflicts will disrupt the efficiency an</w:t>
      </w:r>
      <w:r>
        <w:t>d productivity of the office. With high emotional intelligence, you are better equipped to handle disputes and provide resolutions to conflicts. With this skill, you can quickly satisfy any disagreements that might arise between your employees.</w:t>
      </w:r>
    </w:p>
    <w:p w14:paraId="148E9816" w14:textId="3D6D4D63" w:rsidR="00DF00FA" w:rsidRDefault="00DF00FA"/>
    <w:p w14:paraId="253E9271" w14:textId="0660E59F" w:rsidR="00DF00FA" w:rsidRPr="00253F8A" w:rsidRDefault="0097630E">
      <w:r>
        <w:t>If you wan</w:t>
      </w:r>
      <w:r>
        <w:t xml:space="preserve">t to become a more effective leader, then you have to work on improving your emotional intelligence. With a higher emotional intelligence, you can become a more effective leader and develop a more productive work environment. </w:t>
      </w:r>
    </w:p>
    <w:sectPr w:rsidR="00DF00FA" w:rsidRPr="00253F8A"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185"/>
    <w:rsid w:val="00150485"/>
    <w:rsid w:val="00177DEF"/>
    <w:rsid w:val="00253F8A"/>
    <w:rsid w:val="00262101"/>
    <w:rsid w:val="00280755"/>
    <w:rsid w:val="002C6C49"/>
    <w:rsid w:val="003F3FFD"/>
    <w:rsid w:val="00406BAB"/>
    <w:rsid w:val="00445C44"/>
    <w:rsid w:val="005410F0"/>
    <w:rsid w:val="00623ED3"/>
    <w:rsid w:val="007057AC"/>
    <w:rsid w:val="00735456"/>
    <w:rsid w:val="00737B95"/>
    <w:rsid w:val="00777185"/>
    <w:rsid w:val="00827797"/>
    <w:rsid w:val="00954DF9"/>
    <w:rsid w:val="0097630E"/>
    <w:rsid w:val="00995CB4"/>
    <w:rsid w:val="009F57C6"/>
    <w:rsid w:val="00A23B40"/>
    <w:rsid w:val="00A8000F"/>
    <w:rsid w:val="00A85D57"/>
    <w:rsid w:val="00AD77E8"/>
    <w:rsid w:val="00B35267"/>
    <w:rsid w:val="00B81644"/>
    <w:rsid w:val="00C36029"/>
    <w:rsid w:val="00DF00FA"/>
    <w:rsid w:val="00E35FB7"/>
    <w:rsid w:val="00EB5BF7"/>
    <w:rsid w:val="00F76D1A"/>
    <w:rsid w:val="00FB5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BB6213"/>
  <w15:chartTrackingRefBased/>
  <w15:docId w15:val="{4097390E-7B1E-5746-AE0C-88F2BF439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1</TotalTime>
  <Pages>2</Pages>
  <Words>459</Words>
  <Characters>2407</Characters>
  <Application>Microsoft Office Word</Application>
  <DocSecurity>0</DocSecurity>
  <Lines>53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2019-06-23T20:43:00Z</dcterms:created>
  <dcterms:modified xsi:type="dcterms:W3CDTF">2019-06-23T20:43:00Z</dcterms:modified>
  <cp:category/>
</cp:coreProperties>
</file>